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70141A" w14:textId="77777777" w:rsidR="001E090F" w:rsidRPr="001E090F" w:rsidRDefault="007B4E03" w:rsidP="009857CB">
      <w:r>
        <w:t>Lennart</w:t>
      </w:r>
      <w:r w:rsidR="001E090F" w:rsidRPr="001E090F">
        <w:t xml:space="preserve"> Landauer</w:t>
      </w:r>
    </w:p>
    <w:p w14:paraId="13BFD522" w14:textId="77777777" w:rsidR="001E090F" w:rsidRPr="001E090F" w:rsidRDefault="001E090F" w:rsidP="001E090F">
      <w:r w:rsidRPr="001E090F">
        <w:t>Sauerlandallee 75</w:t>
      </w:r>
    </w:p>
    <w:p w14:paraId="416028DB" w14:textId="77777777" w:rsidR="001E090F" w:rsidRPr="001E090F" w:rsidRDefault="001E090F" w:rsidP="001E090F">
      <w:r w:rsidRPr="001E090F">
        <w:t>59757 Arnsberg</w:t>
      </w:r>
    </w:p>
    <w:p w14:paraId="210C398B" w14:textId="77777777" w:rsidR="001E090F" w:rsidRPr="001E090F" w:rsidRDefault="001E090F" w:rsidP="001E090F">
      <w:r w:rsidRPr="001E090F">
        <w:t xml:space="preserve">E-Mail: </w:t>
      </w:r>
      <w:r w:rsidR="007B4E03">
        <w:t>l.landauer@mustermail</w:t>
      </w:r>
      <w:r w:rsidRPr="001E090F">
        <w:t>.de</w:t>
      </w:r>
    </w:p>
    <w:p w14:paraId="6D08571F" w14:textId="77777777" w:rsidR="001E090F" w:rsidRDefault="001E090F" w:rsidP="001E090F"/>
    <w:p w14:paraId="740320FE" w14:textId="77777777" w:rsidR="009857CB" w:rsidRDefault="009857CB" w:rsidP="001E090F"/>
    <w:p w14:paraId="37159D4C" w14:textId="77777777" w:rsidR="00461276" w:rsidRPr="001E090F" w:rsidRDefault="00461276" w:rsidP="001E090F"/>
    <w:p w14:paraId="53402B2C" w14:textId="77777777" w:rsidR="001E090F" w:rsidRPr="001E090F" w:rsidRDefault="001E090F" w:rsidP="001E090F"/>
    <w:p w14:paraId="5FC52A86" w14:textId="77777777" w:rsidR="001E090F" w:rsidRPr="0001321E" w:rsidRDefault="001E090F" w:rsidP="001E090F">
      <w:pPr>
        <w:rPr>
          <w:lang w:val="en-US"/>
        </w:rPr>
      </w:pPr>
      <w:r w:rsidRPr="0001321E">
        <w:rPr>
          <w:lang w:val="en-US"/>
        </w:rPr>
        <w:t>Can Plus GmbH &amp; Co. KG</w:t>
      </w:r>
    </w:p>
    <w:p w14:paraId="29FD33F8" w14:textId="77777777" w:rsidR="001E090F" w:rsidRPr="0001321E" w:rsidRDefault="001E090F" w:rsidP="001E090F">
      <w:pPr>
        <w:rPr>
          <w:lang w:val="en-US"/>
        </w:rPr>
      </w:pPr>
      <w:r w:rsidRPr="0001321E">
        <w:rPr>
          <w:lang w:val="en-US"/>
        </w:rPr>
        <w:t xml:space="preserve">Frau </w:t>
      </w:r>
      <w:proofErr w:type="spellStart"/>
      <w:r w:rsidR="007B4E03" w:rsidRPr="0001321E">
        <w:rPr>
          <w:lang w:val="en-US"/>
        </w:rPr>
        <w:t>Sina</w:t>
      </w:r>
      <w:proofErr w:type="spellEnd"/>
      <w:r w:rsidRPr="0001321E">
        <w:rPr>
          <w:lang w:val="en-US"/>
        </w:rPr>
        <w:t xml:space="preserve"> </w:t>
      </w:r>
      <w:proofErr w:type="spellStart"/>
      <w:r w:rsidRPr="0001321E">
        <w:rPr>
          <w:lang w:val="en-US"/>
        </w:rPr>
        <w:t>Mohrhoff</w:t>
      </w:r>
      <w:proofErr w:type="spellEnd"/>
    </w:p>
    <w:p w14:paraId="71BF6A09" w14:textId="77777777" w:rsidR="001E090F" w:rsidRPr="00A73BB1" w:rsidRDefault="001E090F" w:rsidP="001E090F">
      <w:r w:rsidRPr="00A73BB1">
        <w:t>Industriestr. 16</w:t>
      </w:r>
    </w:p>
    <w:p w14:paraId="5753DD45" w14:textId="77777777" w:rsidR="001E090F" w:rsidRPr="001E090F" w:rsidRDefault="001E090F" w:rsidP="001E090F">
      <w:r w:rsidRPr="001E090F">
        <w:t>45127 Essen</w:t>
      </w:r>
    </w:p>
    <w:p w14:paraId="475C7F9A" w14:textId="77777777" w:rsidR="001E090F" w:rsidRPr="001E090F" w:rsidRDefault="001E090F" w:rsidP="001E090F"/>
    <w:p w14:paraId="42980120" w14:textId="77777777" w:rsidR="001E090F" w:rsidRPr="001E090F" w:rsidRDefault="001E090F" w:rsidP="001E090F"/>
    <w:p w14:paraId="5C6FFBB8" w14:textId="77777777" w:rsidR="001E090F" w:rsidRPr="001E090F" w:rsidRDefault="001E090F" w:rsidP="007B4E03">
      <w:pPr>
        <w:jc w:val="right"/>
      </w:pPr>
      <w:r w:rsidRPr="001E090F">
        <w:t>12.1.201</w:t>
      </w:r>
      <w:r w:rsidR="007B4E03">
        <w:t>6</w:t>
      </w:r>
    </w:p>
    <w:p w14:paraId="4F18AC8B" w14:textId="77777777" w:rsidR="001E090F" w:rsidRPr="001E090F" w:rsidRDefault="001E090F" w:rsidP="001E090F"/>
    <w:p w14:paraId="00A01D27" w14:textId="77777777" w:rsidR="001E090F" w:rsidRPr="001E090F" w:rsidRDefault="001E090F" w:rsidP="001E090F"/>
    <w:p w14:paraId="198B0DAE" w14:textId="77777777" w:rsidR="001E090F" w:rsidRPr="001E090F" w:rsidRDefault="001E090F" w:rsidP="001E090F">
      <w:pPr>
        <w:rPr>
          <w:b/>
        </w:rPr>
      </w:pPr>
      <w:r w:rsidRPr="001E090F">
        <w:rPr>
          <w:b/>
        </w:rPr>
        <w:t>Initiativbewerbung als Fertigungsleiter der Produktionslinie Druckgasdosen</w:t>
      </w:r>
    </w:p>
    <w:p w14:paraId="06987BA5" w14:textId="77777777" w:rsidR="001E090F" w:rsidRPr="001E090F" w:rsidRDefault="001E090F" w:rsidP="001E090F"/>
    <w:p w14:paraId="22CC2719" w14:textId="77777777" w:rsidR="001E090F" w:rsidRPr="001E090F" w:rsidRDefault="001E090F" w:rsidP="001E090F"/>
    <w:p w14:paraId="0D04A41E" w14:textId="77777777" w:rsidR="001E090F" w:rsidRPr="001E090F" w:rsidRDefault="001E090F" w:rsidP="001E090F">
      <w:r w:rsidRPr="001E090F">
        <w:t xml:space="preserve">Sehr geehrte Frau </w:t>
      </w:r>
      <w:proofErr w:type="spellStart"/>
      <w:r w:rsidRPr="001E090F">
        <w:t>Mohrhoff</w:t>
      </w:r>
      <w:proofErr w:type="spellEnd"/>
      <w:r w:rsidRPr="001E090F">
        <w:t>,</w:t>
      </w:r>
    </w:p>
    <w:p w14:paraId="0618CD4F" w14:textId="77777777" w:rsidR="001E090F" w:rsidRPr="001E090F" w:rsidRDefault="001E090F" w:rsidP="001E090F">
      <w:pPr>
        <w:rPr>
          <w:sz w:val="14"/>
          <w:szCs w:val="14"/>
        </w:rPr>
      </w:pPr>
    </w:p>
    <w:p w14:paraId="00890697" w14:textId="77777777" w:rsidR="001E090F" w:rsidRPr="001E090F" w:rsidRDefault="001E090F" w:rsidP="001E090F">
      <w:r w:rsidRPr="001E090F">
        <w:t xml:space="preserve">durch Zufall erfuhr ich, dass </w:t>
      </w:r>
      <w:r w:rsidR="007B4E03">
        <w:t>Ihr</w:t>
      </w:r>
      <w:r w:rsidRPr="001E090F">
        <w:t xml:space="preserve"> </w:t>
      </w:r>
      <w:r w:rsidR="007B4E03">
        <w:t xml:space="preserve">Unternehmen den </w:t>
      </w:r>
      <w:r w:rsidRPr="001E090F">
        <w:t xml:space="preserve">Aufbau einer neuen Produktionslinie für Druckgasdosen </w:t>
      </w:r>
      <w:r w:rsidR="007B4E03">
        <w:t>plant</w:t>
      </w:r>
      <w:r w:rsidRPr="001E090F">
        <w:t>. Falls Sie noch einen Fertigungsleiter dieser Produktionslinie suchen: Ich bewerbe mich auf diese Stelle.</w:t>
      </w:r>
    </w:p>
    <w:p w14:paraId="23CE7123" w14:textId="77777777" w:rsidR="001E090F" w:rsidRPr="001E090F" w:rsidRDefault="001E090F" w:rsidP="001E090F">
      <w:pPr>
        <w:rPr>
          <w:sz w:val="14"/>
          <w:szCs w:val="14"/>
        </w:rPr>
      </w:pPr>
    </w:p>
    <w:p w14:paraId="41D7163B" w14:textId="77777777" w:rsidR="001E090F" w:rsidRPr="001E090F" w:rsidRDefault="001E090F" w:rsidP="001E090F">
      <w:r w:rsidRPr="001E090F">
        <w:t>Ich habe e</w:t>
      </w:r>
      <w:r w:rsidR="00461276">
        <w:t>inen Bachelor</w:t>
      </w:r>
      <w:r w:rsidRPr="001E090F">
        <w:t xml:space="preserve"> im Fach Produktionstechnik und bin seit vier Jahren stellvertretender Fertigungsleiter bei der XYZ-Verpackungssysteme AG. Dort verantworte ich zusammen mit </w:t>
      </w:r>
      <w:r w:rsidR="00461276">
        <w:br/>
      </w:r>
      <w:r w:rsidRPr="001E090F">
        <w:t>meinem Chef die Herstellung von Deckeldosen aus Weißblech für die Nahrungsmittelindustrie. 70 Mitarbeiter gehören zu meinem Bereich, und ich nehme die Führungsverantwortung ebenso ernst wie die technischen Herausforderungen.</w:t>
      </w:r>
    </w:p>
    <w:p w14:paraId="737CC034" w14:textId="77777777" w:rsidR="001E090F" w:rsidRPr="001E090F" w:rsidRDefault="001E090F" w:rsidP="001E090F">
      <w:pPr>
        <w:rPr>
          <w:sz w:val="14"/>
          <w:szCs w:val="14"/>
        </w:rPr>
      </w:pPr>
    </w:p>
    <w:p w14:paraId="13E684E0" w14:textId="77777777" w:rsidR="001E090F" w:rsidRPr="001E090F" w:rsidRDefault="001E090F" w:rsidP="001E090F">
      <w:r w:rsidRPr="001E090F">
        <w:t xml:space="preserve">Zuvor war ich bei der ABC International GmbH mitverantwortlich für den Aufbau der </w:t>
      </w:r>
      <w:proofErr w:type="spellStart"/>
      <w:r w:rsidRPr="001E090F">
        <w:t>Produk</w:t>
      </w:r>
      <w:r w:rsidR="00461276">
        <w:t>-</w:t>
      </w:r>
      <w:r w:rsidRPr="001E090F">
        <w:t>tionslinie</w:t>
      </w:r>
      <w:proofErr w:type="spellEnd"/>
      <w:r w:rsidRPr="001E090F">
        <w:t xml:space="preserve"> für Lackstifte. Da der Fertigungsleiter häufig im Ausland war, wurde ich oft </w:t>
      </w:r>
      <w:r w:rsidR="007B4E03">
        <w:t>zu</w:t>
      </w:r>
      <w:r w:rsidRPr="001E090F">
        <w:t xml:space="preserve"> Fü</w:t>
      </w:r>
      <w:r w:rsidRPr="001E090F">
        <w:t>h</w:t>
      </w:r>
      <w:r w:rsidRPr="001E090F">
        <w:t>rungsaufgaben herangezogen. Zuletzt war ich zuständig für ein Rationalisierungsprojekt in der Produktion, durch das 100</w:t>
      </w:r>
      <w:r w:rsidR="00EA1BDA">
        <w:t xml:space="preserve"> </w:t>
      </w:r>
      <w:r w:rsidRPr="001E090F">
        <w:t>000 € pro Jahr eingespart werden konnten.</w:t>
      </w:r>
    </w:p>
    <w:p w14:paraId="0D845421" w14:textId="77777777" w:rsidR="001E090F" w:rsidRPr="001E090F" w:rsidRDefault="001E090F" w:rsidP="001E090F">
      <w:pPr>
        <w:rPr>
          <w:sz w:val="14"/>
          <w:szCs w:val="14"/>
        </w:rPr>
      </w:pPr>
    </w:p>
    <w:p w14:paraId="289C25CB" w14:textId="77777777" w:rsidR="001E090F" w:rsidRPr="001E090F" w:rsidRDefault="001E090F" w:rsidP="001E090F">
      <w:r w:rsidRPr="001E090F">
        <w:t>Da ich mich aus ungekündigter Stellung bewerbe, bitte ich Sie, meine Bewerbung vertraulich zu behandeln. Ich kann a</w:t>
      </w:r>
      <w:r w:rsidR="007B4E03">
        <w:t>m</w:t>
      </w:r>
      <w:r w:rsidRPr="001E090F">
        <w:t xml:space="preserve"> 1. Juli bei Ihnen anfangen. Gern ziehe ich für diese Position ins Ruhrg</w:t>
      </w:r>
      <w:r w:rsidRPr="001E090F">
        <w:t>e</w:t>
      </w:r>
      <w:r w:rsidRPr="001E090F">
        <w:t>biet. Über die Gelegenheit, mich persönlich bei Ihnen vorzustellen, würde ich mich sehr freuen. Sie erreichen mich am besten per E-Mail.</w:t>
      </w:r>
    </w:p>
    <w:p w14:paraId="0962B23E" w14:textId="77777777" w:rsidR="001E090F" w:rsidRPr="001E090F" w:rsidRDefault="001E090F" w:rsidP="001E090F">
      <w:pPr>
        <w:rPr>
          <w:sz w:val="14"/>
          <w:szCs w:val="14"/>
        </w:rPr>
      </w:pPr>
    </w:p>
    <w:p w14:paraId="2A5CB1AB" w14:textId="77777777" w:rsidR="001E090F" w:rsidRDefault="001E090F" w:rsidP="001E090F">
      <w:r w:rsidRPr="001E090F">
        <w:t>Mit freundlichen Grüßen nach Essen</w:t>
      </w:r>
    </w:p>
    <w:p w14:paraId="4118A8FD" w14:textId="77777777" w:rsidR="00461276" w:rsidRPr="001E090F" w:rsidRDefault="00461276" w:rsidP="001E090F"/>
    <w:p w14:paraId="6A17D0C4" w14:textId="77777777" w:rsidR="0095639B" w:rsidRPr="00A73BB1" w:rsidRDefault="007B4E03" w:rsidP="007B4E03">
      <w:pPr>
        <w:pStyle w:val="UnterschriftName"/>
        <w:rPr>
          <w:rFonts w:ascii="Lucida Handwriting" w:hAnsi="Lucida Handwriting"/>
        </w:rPr>
      </w:pPr>
      <w:bookmarkStart w:id="0" w:name="_GoBack"/>
      <w:r w:rsidRPr="00A73BB1">
        <w:rPr>
          <w:rFonts w:ascii="Lucida Handwriting" w:hAnsi="Lucida Handwriting"/>
        </w:rPr>
        <w:t>Lennart</w:t>
      </w:r>
      <w:r w:rsidR="001E090F" w:rsidRPr="00A73BB1">
        <w:rPr>
          <w:rFonts w:ascii="Lucida Handwriting" w:hAnsi="Lucida Handwriting"/>
        </w:rPr>
        <w:t xml:space="preserve"> Landauer</w:t>
      </w:r>
      <w:bookmarkEnd w:id="0"/>
    </w:p>
    <w:sectPr w:rsidR="0095639B" w:rsidRPr="00A73BB1" w:rsidSect="009857CB">
      <w:pgSz w:w="11906" w:h="16838"/>
      <w:pgMar w:top="1134" w:right="1134" w:bottom="1134" w:left="1366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48187D" w14:textId="77777777" w:rsidR="007A2FFD" w:rsidRDefault="007A2FFD" w:rsidP="00D04998">
      <w:pPr>
        <w:spacing w:line="240" w:lineRule="auto"/>
      </w:pPr>
      <w:r>
        <w:separator/>
      </w:r>
    </w:p>
  </w:endnote>
  <w:endnote w:type="continuationSeparator" w:id="0">
    <w:p w14:paraId="2ADE6601" w14:textId="77777777" w:rsidR="007A2FFD" w:rsidRDefault="007A2FFD" w:rsidP="00D049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Handwriting Italic">
    <w:altName w:val="Arabic Typesetting"/>
    <w:charset w:val="00"/>
    <w:family w:val="auto"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JiffyCom">
    <w:altName w:val="Jiffy Com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stralStd">
    <w:charset w:val="00"/>
    <w:family w:val="auto"/>
    <w:pitch w:val="variable"/>
    <w:sig w:usb0="800000AF" w:usb1="5000204A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B0EDC2" w14:textId="77777777" w:rsidR="007A2FFD" w:rsidRDefault="007A2FFD" w:rsidP="00D04998">
      <w:pPr>
        <w:spacing w:line="240" w:lineRule="auto"/>
      </w:pPr>
      <w:r>
        <w:separator/>
      </w:r>
    </w:p>
  </w:footnote>
  <w:footnote w:type="continuationSeparator" w:id="0">
    <w:p w14:paraId="4C0B33EF" w14:textId="77777777" w:rsidR="007A2FFD" w:rsidRDefault="007A2FFD" w:rsidP="00D0499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479D8"/>
    <w:rsid w:val="0001149E"/>
    <w:rsid w:val="0001321E"/>
    <w:rsid w:val="00057461"/>
    <w:rsid w:val="000B1FA9"/>
    <w:rsid w:val="000D0FC8"/>
    <w:rsid w:val="00124892"/>
    <w:rsid w:val="001A165F"/>
    <w:rsid w:val="001B176B"/>
    <w:rsid w:val="001E090F"/>
    <w:rsid w:val="0021238A"/>
    <w:rsid w:val="00327334"/>
    <w:rsid w:val="00370185"/>
    <w:rsid w:val="003B7D74"/>
    <w:rsid w:val="0040444D"/>
    <w:rsid w:val="00461276"/>
    <w:rsid w:val="004F0647"/>
    <w:rsid w:val="005B4A0E"/>
    <w:rsid w:val="00631380"/>
    <w:rsid w:val="006D3345"/>
    <w:rsid w:val="006F5C84"/>
    <w:rsid w:val="00767871"/>
    <w:rsid w:val="00770743"/>
    <w:rsid w:val="007A2FFD"/>
    <w:rsid w:val="007B4E03"/>
    <w:rsid w:val="007C371D"/>
    <w:rsid w:val="008D2E71"/>
    <w:rsid w:val="008D76FD"/>
    <w:rsid w:val="0095639B"/>
    <w:rsid w:val="009857CB"/>
    <w:rsid w:val="009C6C44"/>
    <w:rsid w:val="009D01B1"/>
    <w:rsid w:val="00A479D8"/>
    <w:rsid w:val="00A66DEC"/>
    <w:rsid w:val="00A73BB1"/>
    <w:rsid w:val="00AB6AAA"/>
    <w:rsid w:val="00AE72C8"/>
    <w:rsid w:val="00AE78BD"/>
    <w:rsid w:val="00B14BB3"/>
    <w:rsid w:val="00B46EB9"/>
    <w:rsid w:val="00B4730F"/>
    <w:rsid w:val="00B65920"/>
    <w:rsid w:val="00BF721A"/>
    <w:rsid w:val="00C841F7"/>
    <w:rsid w:val="00CC6031"/>
    <w:rsid w:val="00CC7DA6"/>
    <w:rsid w:val="00D04998"/>
    <w:rsid w:val="00D62FA5"/>
    <w:rsid w:val="00DF19CD"/>
    <w:rsid w:val="00DF7E68"/>
    <w:rsid w:val="00E01D19"/>
    <w:rsid w:val="00E37989"/>
    <w:rsid w:val="00E67A61"/>
    <w:rsid w:val="00EA037D"/>
    <w:rsid w:val="00EA1BDA"/>
    <w:rsid w:val="00EB3170"/>
    <w:rsid w:val="00F1444A"/>
    <w:rsid w:val="00F339CC"/>
    <w:rsid w:val="00F637C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17DE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Calibri"/>
    <w:qFormat/>
    <w:rsid w:val="009857CB"/>
    <w:pPr>
      <w:spacing w:line="310" w:lineRule="exact"/>
    </w:pPr>
    <w:rPr>
      <w:rFonts w:ascii="Calibri" w:hAnsi="Calibri"/>
      <w:sz w:val="24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semiHidden/>
    <w:rsid w:val="00B4730F"/>
  </w:style>
  <w:style w:type="paragraph" w:customStyle="1" w:styleId="Methode">
    <w:name w:val="Methode"/>
    <w:qFormat/>
    <w:rsid w:val="00AE72C8"/>
    <w:rPr>
      <w:rFonts w:ascii="Times New Roman" w:hAnsi="Times New Roman"/>
      <w:sz w:val="28"/>
      <w:szCs w:val="24"/>
    </w:rPr>
  </w:style>
  <w:style w:type="paragraph" w:customStyle="1" w:styleId="KeinAbsatzformat">
    <w:name w:val="[Kein Absatzformat]"/>
    <w:rsid w:val="00A479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370185"/>
    <w:rPr>
      <w:color w:val="0000FF" w:themeColor="hyperlink"/>
      <w:u w:val="single"/>
    </w:rPr>
  </w:style>
  <w:style w:type="paragraph" w:customStyle="1" w:styleId="UnterschriftName">
    <w:name w:val="Unterschrift Name"/>
    <w:basedOn w:val="Standard"/>
    <w:qFormat/>
    <w:rsid w:val="009857CB"/>
    <w:pPr>
      <w:spacing w:before="120"/>
    </w:pPr>
    <w:rPr>
      <w:rFonts w:ascii="Lucida Handwriting Italic" w:hAnsi="Lucida Handwriting Italic"/>
      <w:sz w:val="28"/>
      <w:szCs w:val="28"/>
    </w:rPr>
  </w:style>
  <w:style w:type="paragraph" w:customStyle="1" w:styleId="MusterbriefBriefe">
    <w:name w:val="Musterbrief (Briefe)"/>
    <w:basedOn w:val="KeinAbsatzformat"/>
    <w:uiPriority w:val="99"/>
    <w:rsid w:val="0095639B"/>
    <w:pPr>
      <w:spacing w:line="320" w:lineRule="atLeast"/>
    </w:pPr>
    <w:rPr>
      <w:rFonts w:ascii="TimesNewRomanPSMT" w:hAnsi="TimesNewRomanPSMT" w:cs="TimesNewRomanPSMT"/>
      <w:sz w:val="26"/>
      <w:szCs w:val="26"/>
    </w:rPr>
  </w:style>
  <w:style w:type="paragraph" w:customStyle="1" w:styleId="DatumBriefe">
    <w:name w:val="Datum (Briefe)"/>
    <w:basedOn w:val="KeinAbsatzformat"/>
    <w:uiPriority w:val="99"/>
    <w:rsid w:val="0095639B"/>
    <w:pPr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BetreffBriefe">
    <w:name w:val="Betreff (Briefe)"/>
    <w:basedOn w:val="KeinAbsatzformat"/>
    <w:uiPriority w:val="99"/>
    <w:rsid w:val="0095639B"/>
    <w:pPr>
      <w:tabs>
        <w:tab w:val="left" w:pos="0"/>
      </w:tabs>
      <w:spacing w:line="320" w:lineRule="atLeast"/>
    </w:pPr>
    <w:rPr>
      <w:rFonts w:ascii="TimesNewRomanPS-BoldMT" w:hAnsi="TimesNewRomanPS-BoldMT" w:cs="TimesNewRomanPS-BoldMT"/>
      <w:b/>
      <w:bCs/>
      <w:sz w:val="26"/>
      <w:szCs w:val="26"/>
    </w:rPr>
  </w:style>
  <w:style w:type="paragraph" w:customStyle="1" w:styleId="MusterbriefhalbzeiligBriefe">
    <w:name w:val="Musterbrief halbzeilig (Briefe)"/>
    <w:basedOn w:val="KeinAbsatzformat"/>
    <w:uiPriority w:val="99"/>
    <w:rsid w:val="0095639B"/>
    <w:pPr>
      <w:spacing w:line="169" w:lineRule="atLeast"/>
    </w:pPr>
    <w:rPr>
      <w:rFonts w:ascii="TimesNewRomanPSMT" w:hAnsi="TimesNewRomanPSMT" w:cs="TimesNewRomanPSMT"/>
      <w:sz w:val="14"/>
      <w:szCs w:val="14"/>
    </w:rPr>
  </w:style>
  <w:style w:type="paragraph" w:customStyle="1" w:styleId="UnterschriftweiblichBriefe">
    <w:name w:val="Unterschrift weiblich (Briefe)"/>
    <w:basedOn w:val="Standard"/>
    <w:uiPriority w:val="99"/>
    <w:rsid w:val="0095639B"/>
    <w:pPr>
      <w:widowControl w:val="0"/>
      <w:tabs>
        <w:tab w:val="left" w:pos="0"/>
        <w:tab w:val="left" w:pos="1860"/>
      </w:tabs>
      <w:autoSpaceDE w:val="0"/>
      <w:autoSpaceDN w:val="0"/>
      <w:adjustRightInd w:val="0"/>
      <w:spacing w:line="200" w:lineRule="atLeast"/>
      <w:textAlignment w:val="center"/>
    </w:pPr>
    <w:rPr>
      <w:rFonts w:ascii="JiffyCom" w:hAnsi="JiffyCom" w:cs="JiffyCom"/>
      <w:color w:val="000000"/>
      <w:szCs w:val="24"/>
    </w:rPr>
  </w:style>
  <w:style w:type="paragraph" w:customStyle="1" w:styleId="AbsenderrechtsbndigBriefe">
    <w:name w:val="Absender rechtsbündig (Briefe)"/>
    <w:basedOn w:val="KeinAbsatzformat"/>
    <w:uiPriority w:val="99"/>
    <w:rsid w:val="00F339CC"/>
    <w:pPr>
      <w:tabs>
        <w:tab w:val="left" w:pos="0"/>
      </w:tabs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UnterschriftmnnlichBriefe">
    <w:name w:val="Unterschrift männlich (Briefe)"/>
    <w:basedOn w:val="KeinAbsatzformat"/>
    <w:uiPriority w:val="99"/>
    <w:rsid w:val="000B1FA9"/>
    <w:rPr>
      <w:rFonts w:ascii="MistralStd" w:hAnsi="MistralStd" w:cs="MistralStd"/>
      <w:sz w:val="30"/>
      <w:szCs w:val="30"/>
    </w:rPr>
  </w:style>
  <w:style w:type="paragraph" w:customStyle="1" w:styleId="UnterschriftmannBriefe">
    <w:name w:val="Unterschrift mann (Briefe)"/>
    <w:basedOn w:val="Standard"/>
    <w:uiPriority w:val="99"/>
    <w:rsid w:val="00F1444A"/>
    <w:pPr>
      <w:widowControl w:val="0"/>
      <w:tabs>
        <w:tab w:val="left" w:pos="0"/>
      </w:tabs>
      <w:autoSpaceDE w:val="0"/>
      <w:autoSpaceDN w:val="0"/>
      <w:adjustRightInd w:val="0"/>
      <w:spacing w:line="240" w:lineRule="atLeast"/>
      <w:textAlignment w:val="center"/>
    </w:pPr>
    <w:rPr>
      <w:rFonts w:ascii="MistralStd" w:hAnsi="MistralStd" w:cs="MistralStd"/>
      <w:color w:val="000000"/>
      <w:sz w:val="30"/>
      <w:szCs w:val="30"/>
    </w:rPr>
  </w:style>
  <w:style w:type="paragraph" w:customStyle="1" w:styleId="AbsendermittigBriefe">
    <w:name w:val="Absender mittig (Briefe)"/>
    <w:basedOn w:val="KeinAbsatzformat"/>
    <w:uiPriority w:val="99"/>
    <w:rsid w:val="009D01B1"/>
    <w:pPr>
      <w:tabs>
        <w:tab w:val="left" w:pos="0"/>
      </w:tabs>
      <w:spacing w:line="320" w:lineRule="atLeast"/>
      <w:jc w:val="center"/>
    </w:pPr>
    <w:rPr>
      <w:rFonts w:ascii="TimesNewRomanPSMT" w:hAnsi="TimesNewRomanPSMT" w:cs="TimesNewRomanPSMT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04998"/>
    <w:rPr>
      <w:rFonts w:asciiTheme="majorHAnsi" w:hAnsiTheme="majorHAnsi"/>
      <w:sz w:val="27"/>
      <w:szCs w:val="27"/>
    </w:rPr>
  </w:style>
  <w:style w:type="paragraph" w:styleId="Fuzeile">
    <w:name w:val="footer"/>
    <w:basedOn w:val="Standard"/>
    <w:link w:val="FuzeileZch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04998"/>
    <w:rPr>
      <w:rFonts w:asciiTheme="majorHAnsi" w:hAnsiTheme="majorHAnsi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Calibri"/>
    <w:qFormat/>
    <w:rsid w:val="009857CB"/>
    <w:pPr>
      <w:spacing w:line="310" w:lineRule="exact"/>
    </w:pPr>
    <w:rPr>
      <w:rFonts w:ascii="Calibri" w:hAnsi="Calibri"/>
      <w:sz w:val="24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semiHidden/>
  </w:style>
  <w:style w:type="paragraph" w:customStyle="1" w:styleId="Methode">
    <w:name w:val="Methode"/>
    <w:qFormat/>
    <w:rsid w:val="00AE72C8"/>
    <w:rPr>
      <w:rFonts w:ascii="Times New Roman" w:hAnsi="Times New Roman"/>
      <w:sz w:val="28"/>
      <w:szCs w:val="24"/>
    </w:rPr>
  </w:style>
  <w:style w:type="paragraph" w:customStyle="1" w:styleId="KeinAbsatzformat">
    <w:name w:val="[Kein Absatzformat]"/>
    <w:rsid w:val="00A479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370185"/>
    <w:rPr>
      <w:color w:val="0000FF" w:themeColor="hyperlink"/>
      <w:u w:val="single"/>
    </w:rPr>
  </w:style>
  <w:style w:type="paragraph" w:customStyle="1" w:styleId="UnterschriftName">
    <w:name w:val="Unterschrift Name"/>
    <w:basedOn w:val="Standard"/>
    <w:qFormat/>
    <w:rsid w:val="009857CB"/>
    <w:pPr>
      <w:spacing w:before="120"/>
    </w:pPr>
    <w:rPr>
      <w:rFonts w:ascii="Lucida Handwriting Italic" w:hAnsi="Lucida Handwriting Italic"/>
      <w:sz w:val="28"/>
      <w:szCs w:val="28"/>
    </w:rPr>
  </w:style>
  <w:style w:type="paragraph" w:customStyle="1" w:styleId="MusterbriefBriefe">
    <w:name w:val="Musterbrief (Briefe)"/>
    <w:basedOn w:val="KeinAbsatzformat"/>
    <w:uiPriority w:val="99"/>
    <w:rsid w:val="0095639B"/>
    <w:pPr>
      <w:spacing w:line="320" w:lineRule="atLeast"/>
    </w:pPr>
    <w:rPr>
      <w:rFonts w:ascii="TimesNewRomanPSMT" w:hAnsi="TimesNewRomanPSMT" w:cs="TimesNewRomanPSMT"/>
      <w:sz w:val="26"/>
      <w:szCs w:val="26"/>
    </w:rPr>
  </w:style>
  <w:style w:type="paragraph" w:customStyle="1" w:styleId="DatumBriefe">
    <w:name w:val="Datum (Briefe)"/>
    <w:basedOn w:val="KeinAbsatzformat"/>
    <w:uiPriority w:val="99"/>
    <w:rsid w:val="0095639B"/>
    <w:pPr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BetreffBriefe">
    <w:name w:val="Betreff (Briefe)"/>
    <w:basedOn w:val="KeinAbsatzformat"/>
    <w:uiPriority w:val="99"/>
    <w:rsid w:val="0095639B"/>
    <w:pPr>
      <w:tabs>
        <w:tab w:val="left" w:pos="0"/>
      </w:tabs>
      <w:spacing w:line="320" w:lineRule="atLeast"/>
    </w:pPr>
    <w:rPr>
      <w:rFonts w:ascii="TimesNewRomanPS-BoldMT" w:hAnsi="TimesNewRomanPS-BoldMT" w:cs="TimesNewRomanPS-BoldMT"/>
      <w:b/>
      <w:bCs/>
      <w:sz w:val="26"/>
      <w:szCs w:val="26"/>
    </w:rPr>
  </w:style>
  <w:style w:type="paragraph" w:customStyle="1" w:styleId="MusterbriefhalbzeiligBriefe">
    <w:name w:val="Musterbrief halbzeilig (Briefe)"/>
    <w:basedOn w:val="KeinAbsatzformat"/>
    <w:uiPriority w:val="99"/>
    <w:rsid w:val="0095639B"/>
    <w:pPr>
      <w:spacing w:line="169" w:lineRule="atLeast"/>
    </w:pPr>
    <w:rPr>
      <w:rFonts w:ascii="TimesNewRomanPSMT" w:hAnsi="TimesNewRomanPSMT" w:cs="TimesNewRomanPSMT"/>
      <w:sz w:val="14"/>
      <w:szCs w:val="14"/>
    </w:rPr>
  </w:style>
  <w:style w:type="paragraph" w:customStyle="1" w:styleId="UnterschriftweiblichBriefe">
    <w:name w:val="Unterschrift weiblich (Briefe)"/>
    <w:basedOn w:val="Standard"/>
    <w:uiPriority w:val="99"/>
    <w:rsid w:val="0095639B"/>
    <w:pPr>
      <w:widowControl w:val="0"/>
      <w:tabs>
        <w:tab w:val="left" w:pos="0"/>
        <w:tab w:val="left" w:pos="1860"/>
      </w:tabs>
      <w:autoSpaceDE w:val="0"/>
      <w:autoSpaceDN w:val="0"/>
      <w:adjustRightInd w:val="0"/>
      <w:spacing w:line="200" w:lineRule="atLeast"/>
      <w:textAlignment w:val="center"/>
    </w:pPr>
    <w:rPr>
      <w:rFonts w:ascii="JiffyCom" w:hAnsi="JiffyCom" w:cs="JiffyCom"/>
      <w:color w:val="000000"/>
      <w:szCs w:val="24"/>
    </w:rPr>
  </w:style>
  <w:style w:type="paragraph" w:customStyle="1" w:styleId="AbsenderrechtsbndigBriefe">
    <w:name w:val="Absender rechtsbündig (Briefe)"/>
    <w:basedOn w:val="KeinAbsatzformat"/>
    <w:uiPriority w:val="99"/>
    <w:rsid w:val="00F339CC"/>
    <w:pPr>
      <w:tabs>
        <w:tab w:val="left" w:pos="0"/>
      </w:tabs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UnterschriftmnnlichBriefe">
    <w:name w:val="Unterschrift männlich (Briefe)"/>
    <w:basedOn w:val="KeinAbsatzformat"/>
    <w:uiPriority w:val="99"/>
    <w:rsid w:val="000B1FA9"/>
    <w:rPr>
      <w:rFonts w:ascii="MistralStd" w:hAnsi="MistralStd" w:cs="MistralStd"/>
      <w:sz w:val="30"/>
      <w:szCs w:val="30"/>
    </w:rPr>
  </w:style>
  <w:style w:type="paragraph" w:customStyle="1" w:styleId="UnterschriftmannBriefe">
    <w:name w:val="Unterschrift mann (Briefe)"/>
    <w:basedOn w:val="Standard"/>
    <w:uiPriority w:val="99"/>
    <w:rsid w:val="00F1444A"/>
    <w:pPr>
      <w:widowControl w:val="0"/>
      <w:tabs>
        <w:tab w:val="left" w:pos="0"/>
      </w:tabs>
      <w:autoSpaceDE w:val="0"/>
      <w:autoSpaceDN w:val="0"/>
      <w:adjustRightInd w:val="0"/>
      <w:spacing w:line="240" w:lineRule="atLeast"/>
      <w:textAlignment w:val="center"/>
    </w:pPr>
    <w:rPr>
      <w:rFonts w:ascii="MistralStd" w:hAnsi="MistralStd" w:cs="MistralStd"/>
      <w:color w:val="000000"/>
      <w:sz w:val="30"/>
      <w:szCs w:val="30"/>
    </w:rPr>
  </w:style>
  <w:style w:type="paragraph" w:customStyle="1" w:styleId="AbsendermittigBriefe">
    <w:name w:val="Absender mittig (Briefe)"/>
    <w:basedOn w:val="KeinAbsatzformat"/>
    <w:uiPriority w:val="99"/>
    <w:rsid w:val="009D01B1"/>
    <w:pPr>
      <w:tabs>
        <w:tab w:val="left" w:pos="0"/>
      </w:tabs>
      <w:spacing w:line="320" w:lineRule="atLeast"/>
      <w:jc w:val="center"/>
    </w:pPr>
    <w:rPr>
      <w:rFonts w:ascii="TimesNewRomanPSMT" w:hAnsi="TimesNewRomanPSMT" w:cs="TimesNewRomanPSMT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eichen"/>
    <w:basedOn w:val="Absatz-Standardschriftart"/>
    <w:link w:val="Kopfzeile"/>
    <w:uiPriority w:val="99"/>
    <w:rsid w:val="00D04998"/>
    <w:rPr>
      <w:rFonts w:asciiTheme="majorHAnsi" w:hAnsiTheme="majorHAnsi"/>
      <w:sz w:val="27"/>
      <w:szCs w:val="27"/>
    </w:rPr>
  </w:style>
  <w:style w:type="paragraph" w:styleId="Fuzeile">
    <w:name w:val="footer"/>
    <w:basedOn w:val="Standard"/>
    <w:link w:val="FuzeileZch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eichen"/>
    <w:basedOn w:val="Absatz-Standardschriftart"/>
    <w:link w:val="Fuzeile"/>
    <w:uiPriority w:val="99"/>
    <w:rsid w:val="00D04998"/>
    <w:rPr>
      <w:rFonts w:asciiTheme="majorHAnsi" w:hAnsiTheme="majorHAnsi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9467D5BC</Template>
  <TotalTime>0</TotalTime>
  <Pages>1</Pages>
  <Words>223</Words>
  <Characters>1405</Characters>
  <Application>Microsoft Office Word</Application>
  <DocSecurity>0</DocSecurity>
  <Lines>11</Lines>
  <Paragraphs>3</Paragraphs>
  <ScaleCrop>false</ScaleCrop>
  <Company>F G</Company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dc:description/>
  <cp:lastModifiedBy>von Laffert, Juliane</cp:lastModifiedBy>
  <cp:revision>4</cp:revision>
  <cp:lastPrinted>2016-01-14T14:29:00Z</cp:lastPrinted>
  <dcterms:created xsi:type="dcterms:W3CDTF">2016-01-14T14:29:00Z</dcterms:created>
  <dcterms:modified xsi:type="dcterms:W3CDTF">2016-02-02T07:58:00Z</dcterms:modified>
</cp:coreProperties>
</file>